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65" w:rsidRDefault="0037731B">
      <w:pPr>
        <w:pStyle w:val="Heading1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949440" cy="365760"/>
                <wp:effectExtent l="0" t="0" r="381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94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D65" w:rsidRDefault="00614D6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47.2pt;height:28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" o:allowincell="f" filled="f" stroked="f">
                <v:textbox>
                  <w:txbxContent>
                    <w:p w:rsidR="00614D65" w:rsidRDefault="00614D6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4D65" w:rsidRDefault="00614D65">
      <w:pPr>
        <w:rPr>
          <w:b/>
          <w:bCs/>
          <w:sz w:val="28"/>
          <w:szCs w:val="28"/>
        </w:rPr>
      </w:pPr>
    </w:p>
    <w:p w:rsidR="00614D65" w:rsidRPr="0037731B" w:rsidRDefault="0037731B" w:rsidP="0037731B">
      <w:pPr>
        <w:jc w:val="center"/>
        <w:rPr>
          <w:b/>
          <w:bCs/>
          <w:sz w:val="44"/>
          <w:szCs w:val="44"/>
        </w:rPr>
      </w:pPr>
      <w:r w:rsidRPr="0037731B">
        <w:rPr>
          <w:b/>
          <w:bCs/>
          <w:sz w:val="44"/>
          <w:szCs w:val="44"/>
        </w:rPr>
        <w:t>KWL Chart:</w:t>
      </w:r>
      <w:bookmarkStart w:id="0" w:name="_GoBack"/>
      <w:bookmarkEnd w:id="0"/>
    </w:p>
    <w:p w:rsidR="0037731B" w:rsidRPr="0037731B" w:rsidRDefault="0037731B" w:rsidP="0037731B">
      <w:pPr>
        <w:jc w:val="center"/>
        <w:rPr>
          <w:b/>
          <w:bCs/>
          <w:sz w:val="44"/>
          <w:szCs w:val="44"/>
        </w:rPr>
      </w:pPr>
      <w:r w:rsidRPr="0037731B">
        <w:rPr>
          <w:b/>
          <w:bCs/>
          <w:sz w:val="44"/>
          <w:szCs w:val="44"/>
        </w:rPr>
        <w:t>Global Warming Unit</w:t>
      </w:r>
    </w:p>
    <w:p w:rsidR="00614D65" w:rsidRDefault="00614D65">
      <w:pPr>
        <w:rPr>
          <w:b/>
          <w:bCs/>
          <w:sz w:val="28"/>
          <w:szCs w:val="28"/>
        </w:rPr>
      </w:pPr>
    </w:p>
    <w:p w:rsidR="00614D65" w:rsidRDefault="0037731B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4480560</wp:posOffset>
                </wp:positionH>
                <wp:positionV relativeFrom="paragraph">
                  <wp:posOffset>532130</wp:posOffset>
                </wp:positionV>
                <wp:extent cx="1920240" cy="5943600"/>
                <wp:effectExtent l="3810" t="0" r="0" b="127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594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D65" w:rsidRDefault="00614D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52.8pt;margin-top:41.9pt;width:151.2pt;height:46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ywWuQIAAME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" o:allowincell="f" filled="f" stroked="f">
                <v:textbox>
                  <w:txbxContent>
                    <w:p w:rsidR="00614D65" w:rsidRDefault="00614D6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532130</wp:posOffset>
                </wp:positionV>
                <wp:extent cx="1828800" cy="5943600"/>
                <wp:effectExtent l="1905" t="0" r="0" b="127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94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D65" w:rsidRDefault="00614D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94.4pt;margin-top:41.9pt;width:2in;height:46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13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" o:allowincell="f" filled="f" stroked="f">
                <v:textbox>
                  <w:txbxContent>
                    <w:p w:rsidR="00614D65" w:rsidRDefault="00614D6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532130</wp:posOffset>
                </wp:positionV>
                <wp:extent cx="1828800" cy="5943600"/>
                <wp:effectExtent l="0" t="0" r="0" b="127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94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D65" w:rsidRDefault="00614D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36pt;margin-top:41.9pt;width:2in;height:46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Y/FuQ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" o:allowincell="f" filled="f" stroked="f">
                <v:textbox>
                  <w:txbxContent>
                    <w:p w:rsidR="00614D65" w:rsidRDefault="00614D65"/>
                  </w:txbxContent>
                </v:textbox>
              </v:shape>
            </w:pict>
          </mc:Fallback>
        </mc:AlternateContent>
      </w:r>
      <w:r w:rsidR="0081710B">
        <w:rPr>
          <w:b/>
          <w:bCs/>
          <w:noProof/>
        </w:rPr>
        <w:drawing>
          <wp:inline distT="0" distB="0" distL="0" distR="0">
            <wp:extent cx="6153150" cy="6553200"/>
            <wp:effectExtent l="19050" t="0" r="0" b="0"/>
            <wp:docPr id="1" name="Picture 1" descr="D_kw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_kw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655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D65" w:rsidRDefault="00614D65">
      <w:pPr>
        <w:jc w:val="center"/>
        <w:rPr>
          <w:b/>
          <w:bCs/>
          <w:sz w:val="28"/>
          <w:szCs w:val="28"/>
        </w:rPr>
      </w:pPr>
    </w:p>
    <w:p w:rsidR="00614D65" w:rsidRDefault="00614D65">
      <w:pPr>
        <w:jc w:val="center"/>
        <w:rPr>
          <w:b/>
          <w:bCs/>
          <w:sz w:val="28"/>
          <w:szCs w:val="28"/>
        </w:rPr>
      </w:pPr>
    </w:p>
    <w:p w:rsidR="00614D65" w:rsidRDefault="00614D65">
      <w:pPr>
        <w:jc w:val="center"/>
        <w:rPr>
          <w:b/>
          <w:bCs/>
          <w:sz w:val="28"/>
          <w:szCs w:val="28"/>
        </w:rPr>
      </w:pPr>
    </w:p>
    <w:p w:rsidR="00614D65" w:rsidRDefault="00614D65">
      <w:pPr>
        <w:jc w:val="right"/>
      </w:pPr>
    </w:p>
    <w:sectPr w:rsidR="00614D65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1B"/>
    <w:rsid w:val="0037731B"/>
    <w:rsid w:val="00614D65"/>
    <w:rsid w:val="006D5C13"/>
    <w:rsid w:val="0081710B"/>
    <w:rsid w:val="00E5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C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CF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53CF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C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CF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53C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ane%20Camejo\AppData\Roaming\Microsoft\Templates\EdWorld_KWL_Ch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B731064-DC13-4983-8247-016F24194E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EdWorld_KWL_Chart</Template>
  <TotalTime>77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Links>
    <vt:vector size="12" baseType="variant">
      <vt:variant>
        <vt:i4>7733257</vt:i4>
      </vt:variant>
      <vt:variant>
        <vt:i4>1034</vt:i4>
      </vt:variant>
      <vt:variant>
        <vt:i4>1025</vt:i4>
      </vt:variant>
      <vt:variant>
        <vt:i4>1</vt:i4>
      </vt:variant>
      <vt:variant>
        <vt:lpwstr>D_kwl.jpg</vt:lpwstr>
      </vt:variant>
      <vt:variant>
        <vt:lpwstr/>
      </vt:variant>
      <vt:variant>
        <vt:i4>852053</vt:i4>
      </vt:variant>
      <vt:variant>
        <vt:i4>1039</vt:i4>
      </vt:variant>
      <vt:variant>
        <vt:i4>1026</vt:i4>
      </vt:variant>
      <vt:variant>
        <vt:i4>1</vt:i4>
      </vt:variant>
      <vt:variant>
        <vt:lpwstr>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Camejo</dc:creator>
  <cp:lastModifiedBy>Diane Camejo</cp:lastModifiedBy>
  <cp:revision>2</cp:revision>
  <dcterms:created xsi:type="dcterms:W3CDTF">2011-11-29T19:47:00Z</dcterms:created>
  <dcterms:modified xsi:type="dcterms:W3CDTF">2011-11-29T21:33:00Z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TC018878959991</vt:lpwstr>
  </property>
</Properties>
</file>